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0149D" w14:textId="77777777" w:rsidR="003F3B5A" w:rsidRPr="00C56826" w:rsidRDefault="003F3B5A" w:rsidP="003F3B5A">
      <w:pPr>
        <w:tabs>
          <w:tab w:val="left" w:pos="6237"/>
        </w:tabs>
        <w:spacing w:after="0" w:line="240" w:lineRule="auto"/>
        <w:rPr>
          <w:rFonts w:ascii="Garamond" w:hAnsi="Garamond"/>
          <w:i/>
          <w:sz w:val="24"/>
          <w:szCs w:val="24"/>
        </w:rPr>
      </w:pPr>
    </w:p>
    <w:p w14:paraId="3400149E" w14:textId="0AFDDBA6" w:rsidR="00C56826" w:rsidRPr="00C56826" w:rsidRDefault="00BB174B" w:rsidP="415A0D9C">
      <w:pPr>
        <w:spacing w:after="0" w:line="240" w:lineRule="auto"/>
        <w:jc w:val="right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S</w:t>
      </w:r>
      <w:r w:rsidR="001B7675" w:rsidRPr="415A0D9C">
        <w:rPr>
          <w:rFonts w:ascii="Garamond" w:hAnsi="Garamond"/>
          <w:i/>
          <w:iCs/>
          <w:sz w:val="24"/>
          <w:szCs w:val="24"/>
        </w:rPr>
        <w:t xml:space="preserve">tandardrapport </w:t>
      </w:r>
      <w:r w:rsidR="00C56826" w:rsidRPr="415A0D9C">
        <w:rPr>
          <w:rFonts w:ascii="Garamond" w:hAnsi="Garamond"/>
          <w:i/>
          <w:iCs/>
          <w:sz w:val="24"/>
          <w:szCs w:val="24"/>
        </w:rPr>
        <w:t>- Bilag</w:t>
      </w:r>
    </w:p>
    <w:p w14:paraId="3400149F" w14:textId="1B619E2D" w:rsidR="00C56826" w:rsidRPr="00C56826" w:rsidRDefault="00BB174B" w:rsidP="001B7675">
      <w:pPr>
        <w:spacing w:after="0" w:line="240" w:lineRule="auto"/>
        <w:jc w:val="right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Penetrationstest</w:t>
      </w:r>
    </w:p>
    <w:p w14:paraId="340014A0" w14:textId="78B5318A" w:rsidR="00C56826" w:rsidRPr="00C56826" w:rsidRDefault="00C56826" w:rsidP="001B7675">
      <w:pPr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  <w:r w:rsidRPr="00C56826">
        <w:rPr>
          <w:rFonts w:ascii="Garamond" w:hAnsi="Garamond"/>
          <w:b/>
          <w:sz w:val="20"/>
          <w:szCs w:val="20"/>
        </w:rPr>
        <w:t>SCP.0</w:t>
      </w:r>
      <w:r w:rsidR="00C11DC5">
        <w:rPr>
          <w:rFonts w:ascii="Garamond" w:hAnsi="Garamond"/>
          <w:b/>
          <w:sz w:val="20"/>
          <w:szCs w:val="20"/>
        </w:rPr>
        <w:t>4</w:t>
      </w:r>
      <w:r w:rsidRPr="00C56826">
        <w:rPr>
          <w:rFonts w:ascii="Garamond" w:hAnsi="Garamond"/>
          <w:b/>
          <w:sz w:val="20"/>
          <w:szCs w:val="20"/>
        </w:rPr>
        <w:t>.00.DK</w:t>
      </w:r>
    </w:p>
    <w:p w14:paraId="340014A1" w14:textId="77777777" w:rsidR="00B81F33" w:rsidRDefault="00B81F33" w:rsidP="001B7675">
      <w:pPr>
        <w:spacing w:after="0" w:line="240" w:lineRule="auto"/>
        <w:rPr>
          <w:rFonts w:ascii="Garamond" w:hAnsi="Garamond"/>
          <w:b/>
          <w:sz w:val="20"/>
          <w:szCs w:val="20"/>
        </w:rPr>
      </w:pPr>
    </w:p>
    <w:p w14:paraId="340014A2" w14:textId="77777777" w:rsidR="001B7675" w:rsidRPr="001B7675" w:rsidRDefault="001B7675" w:rsidP="001B7675">
      <w:pPr>
        <w:spacing w:after="0" w:line="240" w:lineRule="auto"/>
        <w:rPr>
          <w:rFonts w:ascii="Garamond" w:hAnsi="Garamond"/>
          <w:b/>
          <w:sz w:val="20"/>
          <w:szCs w:val="20"/>
        </w:rPr>
      </w:pPr>
    </w:p>
    <w:p w14:paraId="2B763307" w14:textId="77777777" w:rsidR="00BB174B" w:rsidRDefault="00BB174B" w:rsidP="00BB174B">
      <w:pPr>
        <w:pStyle w:val="Overskrift3"/>
        <w:spacing w:before="0" w:after="0"/>
        <w:rPr>
          <w:rFonts w:ascii="Garamond" w:hAnsi="Garamond"/>
          <w:sz w:val="24"/>
          <w:szCs w:val="28"/>
        </w:rPr>
      </w:pPr>
      <w:r>
        <w:rPr>
          <w:rFonts w:ascii="Garamond" w:hAnsi="Garamond"/>
          <w:sz w:val="24"/>
          <w:szCs w:val="28"/>
        </w:rPr>
        <w:t xml:space="preserve">Bilag til standardrapport </w:t>
      </w:r>
    </w:p>
    <w:p w14:paraId="7090564D" w14:textId="77777777" w:rsidR="00BB174B" w:rsidRDefault="00BB174B" w:rsidP="00BB174B">
      <w:pPr>
        <w:pBdr>
          <w:bottom w:val="single" w:sz="18" w:space="1" w:color="auto"/>
        </w:pBdr>
        <w:spacing w:after="0" w:line="240" w:lineRule="auto"/>
      </w:pPr>
      <w:r>
        <w:rPr>
          <w:rFonts w:ascii="Garamond" w:hAnsi="Garamond"/>
          <w:sz w:val="20"/>
          <w:szCs w:val="20"/>
        </w:rPr>
        <w:t>Unikt rapport nummer/internt reference nummer som bilaget hører til</w:t>
      </w:r>
      <w:r>
        <w:rPr>
          <w:sz w:val="20"/>
          <w:szCs w:val="20"/>
        </w:rPr>
        <w:t xml:space="preserve">: </w:t>
      </w:r>
      <w:r>
        <w:t>_____________________________________</w:t>
      </w:r>
    </w:p>
    <w:p w14:paraId="3380BA3C" w14:textId="77777777" w:rsidR="00BB174B" w:rsidRPr="003F3B5A" w:rsidRDefault="00BB174B" w:rsidP="003F3B5A">
      <w:pPr>
        <w:pBdr>
          <w:bottom w:val="single" w:sz="18" w:space="1" w:color="auto"/>
        </w:pBdr>
        <w:spacing w:line="240" w:lineRule="auto"/>
        <w:rPr>
          <w:rFonts w:ascii="Garamond" w:hAnsi="Garamond"/>
          <w:sz w:val="24"/>
          <w:szCs w:val="24"/>
        </w:rPr>
      </w:pPr>
    </w:p>
    <w:tbl>
      <w:tblPr>
        <w:tblStyle w:val="Tabel-Gitter2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B81F33" w:rsidRPr="00B81F33" w14:paraId="340014A5" w14:textId="77777777" w:rsidTr="004C1189">
        <w:tc>
          <w:tcPr>
            <w:tcW w:w="9670" w:type="dxa"/>
          </w:tcPr>
          <w:p w14:paraId="340014A4" w14:textId="77777777" w:rsidR="00B81F33" w:rsidRPr="00B81F33" w:rsidRDefault="00B81F33" w:rsidP="00B81F33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B81F33">
              <w:rPr>
                <w:rFonts w:ascii="Garamond" w:hAnsi="Garamond"/>
                <w:b/>
                <w:sz w:val="24"/>
                <w:szCs w:val="24"/>
              </w:rPr>
              <w:t>Bemærkninger</w:t>
            </w:r>
          </w:p>
        </w:tc>
      </w:tr>
      <w:tr w:rsidR="00B81F33" w:rsidRPr="00B81F33" w14:paraId="340014B8" w14:textId="77777777" w:rsidTr="004C1189">
        <w:trPr>
          <w:trHeight w:val="8981"/>
        </w:trPr>
        <w:tc>
          <w:tcPr>
            <w:tcW w:w="9670" w:type="dxa"/>
          </w:tcPr>
          <w:p w14:paraId="340014A6" w14:textId="77777777" w:rsidR="00B81F33" w:rsidRPr="00B81F33" w:rsidRDefault="00B81F33" w:rsidP="00B81F33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340014A7" w14:textId="77777777" w:rsidR="00B81F33" w:rsidRPr="00B81F33" w:rsidRDefault="00B81F33" w:rsidP="00B81F33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340014A8" w14:textId="77777777" w:rsidR="00B81F33" w:rsidRPr="00B81F33" w:rsidRDefault="00B81F33" w:rsidP="00B81F33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340014A9" w14:textId="77777777" w:rsidR="00B81F33" w:rsidRPr="00B81F33" w:rsidRDefault="00B81F33" w:rsidP="00B81F33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340014AA" w14:textId="77777777" w:rsidR="00B81F33" w:rsidRPr="00B81F33" w:rsidRDefault="00B81F33" w:rsidP="00B81F33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340014AB" w14:textId="77777777" w:rsidR="00B81F33" w:rsidRPr="00B81F33" w:rsidRDefault="00B81F33" w:rsidP="00B81F33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340014AC" w14:textId="77777777" w:rsidR="00B81F33" w:rsidRPr="00B81F33" w:rsidRDefault="00B81F33" w:rsidP="00B81F33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340014AD" w14:textId="77777777" w:rsidR="00B81F33" w:rsidRPr="00B81F33" w:rsidRDefault="00B81F33" w:rsidP="00B81F33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340014AE" w14:textId="77777777" w:rsidR="00B81F33" w:rsidRPr="00B81F33" w:rsidRDefault="00B81F33" w:rsidP="00B81F33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340014AF" w14:textId="77777777" w:rsidR="00B81F33" w:rsidRPr="00B81F33" w:rsidRDefault="00B81F33" w:rsidP="00B81F33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340014B0" w14:textId="77777777" w:rsidR="00B81F33" w:rsidRPr="00B81F33" w:rsidRDefault="00B81F33" w:rsidP="00B81F33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340014B1" w14:textId="77777777" w:rsidR="00B81F33" w:rsidRPr="00B81F33" w:rsidRDefault="00B81F33" w:rsidP="00B81F33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340014B2" w14:textId="77777777" w:rsidR="00B81F33" w:rsidRPr="00B81F33" w:rsidRDefault="00B81F33" w:rsidP="00B81F33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340014B3" w14:textId="77777777" w:rsidR="00B81F33" w:rsidRPr="00B81F33" w:rsidRDefault="00B81F33" w:rsidP="00B81F33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340014B4" w14:textId="77777777" w:rsidR="00B81F33" w:rsidRPr="00B81F33" w:rsidRDefault="00B81F33" w:rsidP="00B81F33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340014B5" w14:textId="77777777" w:rsidR="00B81F33" w:rsidRPr="00B81F33" w:rsidRDefault="00B81F33" w:rsidP="00B81F33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340014B6" w14:textId="77777777" w:rsidR="00B81F33" w:rsidRPr="00B81F33" w:rsidRDefault="00B81F33" w:rsidP="00B81F33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340014B7" w14:textId="77777777" w:rsidR="00B81F33" w:rsidRPr="00B81F33" w:rsidRDefault="00B81F33" w:rsidP="00B81F33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340014B9" w14:textId="77777777" w:rsidR="006B30A9" w:rsidRPr="00040EDF" w:rsidRDefault="006B30A9" w:rsidP="007D1B65">
      <w:pPr>
        <w:spacing w:after="0" w:line="280" w:lineRule="atLeast"/>
        <w:rPr>
          <w:rFonts w:ascii="Garamond" w:hAnsi="Garamond"/>
        </w:rPr>
      </w:pPr>
    </w:p>
    <w:sectPr w:rsidR="006B30A9" w:rsidRPr="00040EDF" w:rsidSect="000E635B">
      <w:footerReference w:type="default" r:id="rId10"/>
      <w:headerReference w:type="first" r:id="rId11"/>
      <w:footerReference w:type="first" r:id="rId12"/>
      <w:pgSz w:w="11906" w:h="16838" w:code="9"/>
      <w:pgMar w:top="1701" w:right="1134" w:bottom="1134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014BC" w14:textId="77777777" w:rsidR="00AF3C51" w:rsidRDefault="00AF3C51" w:rsidP="009E4B94">
      <w:pPr>
        <w:spacing w:line="240" w:lineRule="auto"/>
      </w:pPr>
      <w:r>
        <w:separator/>
      </w:r>
    </w:p>
  </w:endnote>
  <w:endnote w:type="continuationSeparator" w:id="0">
    <w:p w14:paraId="340014BD" w14:textId="77777777" w:rsidR="00AF3C51" w:rsidRDefault="00AF3C51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014BE" w14:textId="77777777"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340014C1" wp14:editId="340014C2">
              <wp:simplePos x="0" y="0"/>
              <wp:positionH relativeFrom="rightMargin">
                <wp:posOffset>-969010</wp:posOffset>
              </wp:positionH>
              <wp:positionV relativeFrom="page">
                <wp:posOffset>10084699</wp:posOffset>
              </wp:positionV>
              <wp:extent cx="1249680" cy="542925"/>
              <wp:effectExtent l="0" t="0" r="762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0014C9" w14:textId="77777777" w:rsidR="00681D83" w:rsidRPr="002E76B5" w:rsidRDefault="00706E32" w:rsidP="001E79D1">
                          <w:pPr>
                            <w:rPr>
                              <w:rStyle w:val="Sidetal"/>
                            </w:rPr>
                          </w:pPr>
                          <w:r w:rsidRPr="002E76B5">
                            <w:rPr>
                              <w:rStyle w:val="Sidetal"/>
                            </w:rPr>
                            <w:t>Sid</w:t>
                          </w:r>
                          <w:r w:rsidR="00681D83" w:rsidRPr="002E76B5">
                            <w:rPr>
                              <w:rStyle w:val="Sidetal"/>
                            </w:rPr>
                            <w:t xml:space="preserve">e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  <w:r w:rsidR="002E76B5" w:rsidRPr="002E76B5">
                            <w:rPr>
                              <w:rStyle w:val="Sidetal"/>
                            </w:rPr>
                            <w:t xml:space="preserve"> af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0014C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76.3pt;margin-top:794.05pt;width:98.4pt;height:42.75pt;z-index: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" filled="f" stroked="f" strokeweight=".5pt">
              <v:textbox style="mso-fit-shape-to-text:t" inset="0,0,0,0">
                <w:txbxContent>
                  <w:p w14:paraId="340014C9" w14:textId="77777777" w:rsidR="00681D83" w:rsidRPr="002E76B5" w:rsidRDefault="00706E32" w:rsidP="001E79D1">
                    <w:pPr>
                      <w:rPr>
                        <w:rStyle w:val="Sidetal"/>
                      </w:rPr>
                    </w:pPr>
                    <w:r w:rsidRPr="002E76B5">
                      <w:rPr>
                        <w:rStyle w:val="Sidetal"/>
                      </w:rPr>
                      <w:t>Sid</w:t>
                    </w:r>
                    <w:r w:rsidR="00681D83" w:rsidRPr="002E76B5">
                      <w:rPr>
                        <w:rStyle w:val="Sidetal"/>
                      </w:rPr>
                      <w:t xml:space="preserve">e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PAGE 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  <w:r w:rsidR="002E76B5" w:rsidRPr="002E76B5">
                      <w:rPr>
                        <w:rStyle w:val="Sidetal"/>
                      </w:rPr>
                      <w:t xml:space="preserve"> af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SECTIONPAGES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B03E12"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340014C3" wp14:editId="340014C4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4" name="Picture 4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014C0" w14:textId="77777777" w:rsidR="009E4B94" w:rsidRPr="00094ABD" w:rsidRDefault="00B03E12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0" locked="0" layoutInCell="1" allowOverlap="1" wp14:anchorId="340014C7" wp14:editId="340014C8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2" name="Picture 2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3E1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014BA" w14:textId="77777777" w:rsidR="00AF3C51" w:rsidRDefault="00AF3C51" w:rsidP="009E4B94">
      <w:pPr>
        <w:spacing w:line="240" w:lineRule="auto"/>
      </w:pPr>
      <w:r>
        <w:separator/>
      </w:r>
    </w:p>
  </w:footnote>
  <w:footnote w:type="continuationSeparator" w:id="0">
    <w:p w14:paraId="340014BB" w14:textId="77777777" w:rsidR="00AF3C51" w:rsidRDefault="00AF3C51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014BF" w14:textId="77777777" w:rsidR="00E47932" w:rsidRDefault="00F24999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7216" behindDoc="0" locked="0" layoutInCell="1" allowOverlap="1" wp14:anchorId="340014C5" wp14:editId="340014C6">
          <wp:simplePos x="0" y="0"/>
          <wp:positionH relativeFrom="page">
            <wp:align>center</wp:align>
          </wp:positionH>
          <wp:positionV relativeFrom="page">
            <wp:posOffset>485775</wp:posOffset>
          </wp:positionV>
          <wp:extent cx="1512000" cy="442800"/>
          <wp:effectExtent l="0" t="0" r="0" b="0"/>
          <wp:wrapNone/>
          <wp:docPr id="1" name="Picture 1" descr="U:\Spillemyndigheden\Jobs\work\Logo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Spillemyndigheden\Jobs\work\Logo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2000" cy="44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C53213"/>
    <w:multiLevelType w:val="hybridMultilevel"/>
    <w:tmpl w:val="69D44C26"/>
    <w:lvl w:ilvl="0" w:tplc="D8501E9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1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 w16cid:durableId="1667439932">
    <w:abstractNumId w:val="11"/>
  </w:num>
  <w:num w:numId="2" w16cid:durableId="326832284">
    <w:abstractNumId w:val="7"/>
  </w:num>
  <w:num w:numId="3" w16cid:durableId="1015692692">
    <w:abstractNumId w:val="6"/>
  </w:num>
  <w:num w:numId="4" w16cid:durableId="1245335025">
    <w:abstractNumId w:val="5"/>
  </w:num>
  <w:num w:numId="5" w16cid:durableId="213348431">
    <w:abstractNumId w:val="4"/>
  </w:num>
  <w:num w:numId="6" w16cid:durableId="190723156">
    <w:abstractNumId w:val="10"/>
  </w:num>
  <w:num w:numId="7" w16cid:durableId="634717884">
    <w:abstractNumId w:val="3"/>
  </w:num>
  <w:num w:numId="8" w16cid:durableId="1398942263">
    <w:abstractNumId w:val="2"/>
  </w:num>
  <w:num w:numId="9" w16cid:durableId="869412256">
    <w:abstractNumId w:val="1"/>
  </w:num>
  <w:num w:numId="10" w16cid:durableId="422150092">
    <w:abstractNumId w:val="0"/>
  </w:num>
  <w:num w:numId="11" w16cid:durableId="1111709059">
    <w:abstractNumId w:val="8"/>
  </w:num>
  <w:num w:numId="12" w16cid:durableId="379137442">
    <w:abstractNumId w:val="10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 w16cid:durableId="20074427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35B"/>
    <w:rsid w:val="00004865"/>
    <w:rsid w:val="0000703F"/>
    <w:rsid w:val="0001534C"/>
    <w:rsid w:val="0002656E"/>
    <w:rsid w:val="00030F87"/>
    <w:rsid w:val="00033A47"/>
    <w:rsid w:val="00040EDF"/>
    <w:rsid w:val="00045E50"/>
    <w:rsid w:val="00062109"/>
    <w:rsid w:val="00081169"/>
    <w:rsid w:val="000879FC"/>
    <w:rsid w:val="00094ABD"/>
    <w:rsid w:val="000A1369"/>
    <w:rsid w:val="000C4289"/>
    <w:rsid w:val="000C6781"/>
    <w:rsid w:val="000E635B"/>
    <w:rsid w:val="00102933"/>
    <w:rsid w:val="00116C5E"/>
    <w:rsid w:val="001239A7"/>
    <w:rsid w:val="001278A8"/>
    <w:rsid w:val="00127940"/>
    <w:rsid w:val="0013244F"/>
    <w:rsid w:val="001401C1"/>
    <w:rsid w:val="00142D71"/>
    <w:rsid w:val="00146D3D"/>
    <w:rsid w:val="00153F40"/>
    <w:rsid w:val="00165D2F"/>
    <w:rsid w:val="00172768"/>
    <w:rsid w:val="00182651"/>
    <w:rsid w:val="001918C2"/>
    <w:rsid w:val="001B7675"/>
    <w:rsid w:val="001E79D1"/>
    <w:rsid w:val="001F374B"/>
    <w:rsid w:val="00202ECA"/>
    <w:rsid w:val="00203DE6"/>
    <w:rsid w:val="00207BEC"/>
    <w:rsid w:val="0022582F"/>
    <w:rsid w:val="00233D73"/>
    <w:rsid w:val="00243527"/>
    <w:rsid w:val="00244D70"/>
    <w:rsid w:val="00256B13"/>
    <w:rsid w:val="00264476"/>
    <w:rsid w:val="0026468A"/>
    <w:rsid w:val="00267514"/>
    <w:rsid w:val="00286EDF"/>
    <w:rsid w:val="00292576"/>
    <w:rsid w:val="002C258E"/>
    <w:rsid w:val="002E30A1"/>
    <w:rsid w:val="002E6B15"/>
    <w:rsid w:val="002E74A4"/>
    <w:rsid w:val="002E76B5"/>
    <w:rsid w:val="003075A8"/>
    <w:rsid w:val="00320F99"/>
    <w:rsid w:val="00324932"/>
    <w:rsid w:val="00351C70"/>
    <w:rsid w:val="003965DD"/>
    <w:rsid w:val="003A4AC8"/>
    <w:rsid w:val="003B35B0"/>
    <w:rsid w:val="003C144F"/>
    <w:rsid w:val="003C4F9F"/>
    <w:rsid w:val="003C60F1"/>
    <w:rsid w:val="003E3817"/>
    <w:rsid w:val="003F3B5A"/>
    <w:rsid w:val="003F52AC"/>
    <w:rsid w:val="00404BF7"/>
    <w:rsid w:val="004141C6"/>
    <w:rsid w:val="00416196"/>
    <w:rsid w:val="00424709"/>
    <w:rsid w:val="00425F90"/>
    <w:rsid w:val="00446687"/>
    <w:rsid w:val="00455537"/>
    <w:rsid w:val="00466136"/>
    <w:rsid w:val="00473DC4"/>
    <w:rsid w:val="00491D5C"/>
    <w:rsid w:val="004B5150"/>
    <w:rsid w:val="004C01B2"/>
    <w:rsid w:val="004C09A5"/>
    <w:rsid w:val="004D0A20"/>
    <w:rsid w:val="004D2061"/>
    <w:rsid w:val="004D46CB"/>
    <w:rsid w:val="004E5FA3"/>
    <w:rsid w:val="004F3CCB"/>
    <w:rsid w:val="00504882"/>
    <w:rsid w:val="0052041E"/>
    <w:rsid w:val="00530A82"/>
    <w:rsid w:val="0053662E"/>
    <w:rsid w:val="00546077"/>
    <w:rsid w:val="00563829"/>
    <w:rsid w:val="005A28D4"/>
    <w:rsid w:val="005C015F"/>
    <w:rsid w:val="005C5F97"/>
    <w:rsid w:val="005F1580"/>
    <w:rsid w:val="005F3493"/>
    <w:rsid w:val="005F3ED8"/>
    <w:rsid w:val="00642CBC"/>
    <w:rsid w:val="006517D6"/>
    <w:rsid w:val="00655B49"/>
    <w:rsid w:val="00681D83"/>
    <w:rsid w:val="006900C2"/>
    <w:rsid w:val="006B30A9"/>
    <w:rsid w:val="006D3A63"/>
    <w:rsid w:val="006F4F53"/>
    <w:rsid w:val="006F602D"/>
    <w:rsid w:val="0070267E"/>
    <w:rsid w:val="00703B3F"/>
    <w:rsid w:val="00706E32"/>
    <w:rsid w:val="00707273"/>
    <w:rsid w:val="007154F3"/>
    <w:rsid w:val="007327A9"/>
    <w:rsid w:val="00737EFC"/>
    <w:rsid w:val="007546AF"/>
    <w:rsid w:val="00764C36"/>
    <w:rsid w:val="00765934"/>
    <w:rsid w:val="00770410"/>
    <w:rsid w:val="00773C7B"/>
    <w:rsid w:val="00775409"/>
    <w:rsid w:val="007A1B96"/>
    <w:rsid w:val="007B0B94"/>
    <w:rsid w:val="007D1B65"/>
    <w:rsid w:val="007D581F"/>
    <w:rsid w:val="007E0E19"/>
    <w:rsid w:val="007E373C"/>
    <w:rsid w:val="007F5DDF"/>
    <w:rsid w:val="00824115"/>
    <w:rsid w:val="008531FB"/>
    <w:rsid w:val="008662D3"/>
    <w:rsid w:val="00880CFC"/>
    <w:rsid w:val="00892D08"/>
    <w:rsid w:val="00893791"/>
    <w:rsid w:val="008D000A"/>
    <w:rsid w:val="008D2509"/>
    <w:rsid w:val="008D31AB"/>
    <w:rsid w:val="008D5A02"/>
    <w:rsid w:val="008E2ECE"/>
    <w:rsid w:val="008E5A6D"/>
    <w:rsid w:val="008F32DF"/>
    <w:rsid w:val="008F4D20"/>
    <w:rsid w:val="00902C3D"/>
    <w:rsid w:val="0092171B"/>
    <w:rsid w:val="00947BA0"/>
    <w:rsid w:val="00951B25"/>
    <w:rsid w:val="00962DA7"/>
    <w:rsid w:val="00983B74"/>
    <w:rsid w:val="00990263"/>
    <w:rsid w:val="009A2571"/>
    <w:rsid w:val="009A4CCC"/>
    <w:rsid w:val="009B2330"/>
    <w:rsid w:val="009E4B94"/>
    <w:rsid w:val="009F18F2"/>
    <w:rsid w:val="009F52DE"/>
    <w:rsid w:val="00A239DF"/>
    <w:rsid w:val="00A262CF"/>
    <w:rsid w:val="00AA6D18"/>
    <w:rsid w:val="00AA705E"/>
    <w:rsid w:val="00AB29A0"/>
    <w:rsid w:val="00AB3463"/>
    <w:rsid w:val="00AB3775"/>
    <w:rsid w:val="00AB5B85"/>
    <w:rsid w:val="00AE1404"/>
    <w:rsid w:val="00AF1D02"/>
    <w:rsid w:val="00AF3C51"/>
    <w:rsid w:val="00AF44AF"/>
    <w:rsid w:val="00B00D92"/>
    <w:rsid w:val="00B03E12"/>
    <w:rsid w:val="00B31CF7"/>
    <w:rsid w:val="00B421B6"/>
    <w:rsid w:val="00B430B4"/>
    <w:rsid w:val="00B4628F"/>
    <w:rsid w:val="00B5082D"/>
    <w:rsid w:val="00B64C73"/>
    <w:rsid w:val="00B6504E"/>
    <w:rsid w:val="00B81F33"/>
    <w:rsid w:val="00B93951"/>
    <w:rsid w:val="00B9508F"/>
    <w:rsid w:val="00B96937"/>
    <w:rsid w:val="00B96D2A"/>
    <w:rsid w:val="00BB174B"/>
    <w:rsid w:val="00BC04BA"/>
    <w:rsid w:val="00BC22A9"/>
    <w:rsid w:val="00BC590D"/>
    <w:rsid w:val="00BF0FDA"/>
    <w:rsid w:val="00C11DC5"/>
    <w:rsid w:val="00C2782C"/>
    <w:rsid w:val="00C310A8"/>
    <w:rsid w:val="00C31791"/>
    <w:rsid w:val="00C3414E"/>
    <w:rsid w:val="00C455E6"/>
    <w:rsid w:val="00C51167"/>
    <w:rsid w:val="00C517B6"/>
    <w:rsid w:val="00C56826"/>
    <w:rsid w:val="00C605DF"/>
    <w:rsid w:val="00C62DBD"/>
    <w:rsid w:val="00C7028D"/>
    <w:rsid w:val="00C71C8E"/>
    <w:rsid w:val="00C86D85"/>
    <w:rsid w:val="00CA61D4"/>
    <w:rsid w:val="00CB1475"/>
    <w:rsid w:val="00CB33DF"/>
    <w:rsid w:val="00CC6322"/>
    <w:rsid w:val="00CD5714"/>
    <w:rsid w:val="00CE262C"/>
    <w:rsid w:val="00CE5C53"/>
    <w:rsid w:val="00CF1DE9"/>
    <w:rsid w:val="00CF73BA"/>
    <w:rsid w:val="00D0360E"/>
    <w:rsid w:val="00D34E79"/>
    <w:rsid w:val="00D3786F"/>
    <w:rsid w:val="00D66542"/>
    <w:rsid w:val="00D66E2C"/>
    <w:rsid w:val="00D96141"/>
    <w:rsid w:val="00DB31AF"/>
    <w:rsid w:val="00DB6E2D"/>
    <w:rsid w:val="00DB743D"/>
    <w:rsid w:val="00DC2AB9"/>
    <w:rsid w:val="00DC38FB"/>
    <w:rsid w:val="00DD4A74"/>
    <w:rsid w:val="00DE2B28"/>
    <w:rsid w:val="00DF207D"/>
    <w:rsid w:val="00E05FF2"/>
    <w:rsid w:val="00E13E84"/>
    <w:rsid w:val="00E1438D"/>
    <w:rsid w:val="00E25729"/>
    <w:rsid w:val="00E26493"/>
    <w:rsid w:val="00E370C3"/>
    <w:rsid w:val="00E47932"/>
    <w:rsid w:val="00E66240"/>
    <w:rsid w:val="00EA7E20"/>
    <w:rsid w:val="00EB603A"/>
    <w:rsid w:val="00ED7096"/>
    <w:rsid w:val="00EE754E"/>
    <w:rsid w:val="00EF0F9B"/>
    <w:rsid w:val="00EF1DF1"/>
    <w:rsid w:val="00EF55B3"/>
    <w:rsid w:val="00F05EEC"/>
    <w:rsid w:val="00F23AA3"/>
    <w:rsid w:val="00F24999"/>
    <w:rsid w:val="00F26552"/>
    <w:rsid w:val="00F34E84"/>
    <w:rsid w:val="00F4527F"/>
    <w:rsid w:val="00F45445"/>
    <w:rsid w:val="00F540A8"/>
    <w:rsid w:val="00F6027B"/>
    <w:rsid w:val="00FA6475"/>
    <w:rsid w:val="00FB1CDC"/>
    <w:rsid w:val="00FC3F8C"/>
    <w:rsid w:val="00FC46EA"/>
    <w:rsid w:val="00FC6B3E"/>
    <w:rsid w:val="00FC7F59"/>
    <w:rsid w:val="00FE112F"/>
    <w:rsid w:val="00FE2C9C"/>
    <w:rsid w:val="00FF1AA2"/>
    <w:rsid w:val="00FF5454"/>
    <w:rsid w:val="00FF69B8"/>
    <w:rsid w:val="415A0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40014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Theme="minorHAnsi" w:hAnsi="Garamond" w:cstheme="minorBidi"/>
        <w:sz w:val="22"/>
        <w:szCs w:val="22"/>
        <w:lang w:val="da-DK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2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21" w:unhideWhenUsed="1"/>
    <w:lsdException w:name="FollowedHyperlink" w:semiHidden="1" w:uiPriority="21" w:unhideWhenUsed="1"/>
    <w:lsdException w:name="Strong" w:uiPriority="22"/>
    <w:lsdException w:name="Emphasis" w:semiHidden="1" w:uiPriority="1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7D6"/>
    <w:pPr>
      <w:spacing w:after="200" w:line="276" w:lineRule="auto"/>
    </w:pPr>
    <w:rPr>
      <w:rFonts w:ascii="Calibri" w:eastAsia="Calibri" w:hAnsi="Calibri" w:cs="Times New Roman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B3775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Cs/>
      <w:spacing w:val="5"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BF0FDA"/>
    <w:pPr>
      <w:keepNext/>
      <w:keepLines/>
      <w:spacing w:before="280"/>
      <w:contextualSpacing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BF0FDA"/>
    <w:pPr>
      <w:keepNext/>
      <w:keepLines/>
      <w:spacing w:before="280"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BF0FDA"/>
    <w:pPr>
      <w:keepNext/>
      <w:keepLines/>
      <w:spacing w:before="280"/>
      <w:contextualSpacing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146D3D"/>
    <w:rPr>
      <w:sz w:val="16"/>
    </w:rPr>
  </w:style>
  <w:style w:type="paragraph" w:styleId="Sidefod">
    <w:name w:val="footer"/>
    <w:basedOn w:val="Normal"/>
    <w:link w:val="SidefodTegn"/>
    <w:uiPriority w:val="99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99"/>
    <w:rsid w:val="00146D3D"/>
    <w:rPr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B3775"/>
    <w:rPr>
      <w:rFonts w:ascii="Arial" w:eastAsiaTheme="majorEastAsia" w:hAnsi="Arial" w:cstheme="majorBidi"/>
      <w:bCs/>
      <w:spacing w:val="5"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BF0FDA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BF0FDA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BF0FDA"/>
    <w:rPr>
      <w:rFonts w:ascii="Arial" w:eastAsiaTheme="majorEastAsia" w:hAnsi="Arial" w:cstheme="majorBidi"/>
      <w:b/>
      <w:bCs/>
      <w:iCs/>
      <w:spacing w:val="5"/>
      <w:sz w:val="18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3C144F"/>
    <w:pPr>
      <w:spacing w:after="40" w:line="260" w:lineRule="atLeast"/>
      <w:ind w:left="57" w:right="57"/>
      <w:contextualSpacing/>
    </w:pPr>
    <w:rPr>
      <w:rFonts w:ascii="Arial" w:hAnsi="Arial"/>
      <w:b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146D3D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semiHidden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uiPriority w:val="7"/>
    <w:semiHidden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semiHidden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146D3D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4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4"/>
    <w:rsid w:val="00B9508F"/>
  </w:style>
  <w:style w:type="paragraph" w:customStyle="1" w:styleId="Tabel-TekstTotal">
    <w:name w:val="Tabel - Tekst Total"/>
    <w:basedOn w:val="Tabel-KolonneOverskrift"/>
    <w:uiPriority w:val="4"/>
    <w:rsid w:val="00424709"/>
    <w:rPr>
      <w:b/>
    </w:rPr>
  </w:style>
  <w:style w:type="paragraph" w:customStyle="1" w:styleId="Tabel-Tal">
    <w:name w:val="Tabel - Tal"/>
    <w:basedOn w:val="Tabel"/>
    <w:uiPriority w:val="4"/>
    <w:rsid w:val="00893791"/>
    <w:pPr>
      <w:jc w:val="right"/>
    </w:pPr>
  </w:style>
  <w:style w:type="paragraph" w:customStyle="1" w:styleId="Tabel-TalTotal">
    <w:name w:val="Tabel - Tal Total"/>
    <w:basedOn w:val="Tabel-Tal"/>
    <w:uiPriority w:val="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rsid w:val="00B4628F"/>
    <w:pPr>
      <w:spacing w:line="200" w:lineRule="atLeast"/>
    </w:pPr>
    <w:rPr>
      <w:rFonts w:ascii="Arial" w:hAnsi="Arial"/>
      <w:b/>
      <w:sz w:val="18"/>
    </w:rPr>
  </w:style>
  <w:style w:type="paragraph" w:customStyle="1" w:styleId="Template-Dato">
    <w:name w:val="Template - Dato"/>
    <w:basedOn w:val="Hjrespaltetekst"/>
    <w:uiPriority w:val="8"/>
    <w:semiHidden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46D3D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next w:val="Normal"/>
    <w:uiPriority w:val="3"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3"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4"/>
    <w:rsid w:val="00B6504E"/>
    <w:rPr>
      <w:color w:val="FFFFFF" w:themeColor="background1"/>
    </w:rPr>
  </w:style>
  <w:style w:type="paragraph" w:customStyle="1" w:styleId="Tabel-BrdtekstGaramond">
    <w:name w:val="Tabel - Brødtekst (Garamond)"/>
    <w:basedOn w:val="Normal"/>
    <w:uiPriority w:val="4"/>
    <w:rsid w:val="00446687"/>
    <w:pPr>
      <w:spacing w:before="280" w:after="280"/>
      <w:ind w:left="227" w:right="227"/>
      <w:contextualSpacing/>
    </w:pPr>
  </w:style>
  <w:style w:type="table" w:customStyle="1" w:styleId="SKMTabelBl">
    <w:name w:val="SKM  Tabel  Blå"/>
    <w:basedOn w:val="Tabel-Normal"/>
    <w:uiPriority w:val="99"/>
    <w:rsid w:val="00530A82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table" w:customStyle="1" w:styleId="SKMTabelSand">
    <w:name w:val="SKM Tabel Sand"/>
    <w:basedOn w:val="Tabel-Normal"/>
    <w:uiPriority w:val="99"/>
    <w:rsid w:val="000C6781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FBF9F9"/>
    </w:tcPr>
    <w:tblStylePr w:type="firstRow">
      <w:tblPr/>
      <w:tcPr>
        <w:shd w:val="clear" w:color="auto" w:fill="CDBEB4" w:themeFill="accent3"/>
      </w:tcPr>
    </w:tblStylePr>
  </w:style>
  <w:style w:type="paragraph" w:customStyle="1" w:styleId="Tabel-Brdtekstmedafstandptekst">
    <w:name w:val="Tabel - Brødtekst med afstand på tekst"/>
    <w:basedOn w:val="Normal"/>
    <w:uiPriority w:val="4"/>
    <w:rsid w:val="009B2330"/>
    <w:pPr>
      <w:spacing w:before="280" w:after="280"/>
      <w:ind w:left="227" w:right="227"/>
      <w:contextualSpacing/>
    </w:pPr>
  </w:style>
  <w:style w:type="paragraph" w:customStyle="1" w:styleId="Tabel-Brdtekst">
    <w:name w:val="Tabel - Brødtekst"/>
    <w:basedOn w:val="Tabel"/>
    <w:uiPriority w:val="4"/>
    <w:rsid w:val="009B2330"/>
    <w:pPr>
      <w:contextualSpacing/>
    </w:pPr>
  </w:style>
  <w:style w:type="paragraph" w:styleId="Listeafsnit">
    <w:name w:val="List Paragraph"/>
    <w:basedOn w:val="Normal"/>
    <w:uiPriority w:val="34"/>
    <w:qFormat/>
    <w:rsid w:val="006517D6"/>
    <w:pPr>
      <w:ind w:left="720"/>
      <w:contextualSpacing/>
    </w:pPr>
  </w:style>
  <w:style w:type="table" w:customStyle="1" w:styleId="Tabel-Gitter1">
    <w:name w:val="Tabel - Gitter1"/>
    <w:basedOn w:val="Tabel-Normal"/>
    <w:next w:val="Tabel-Gitter"/>
    <w:uiPriority w:val="59"/>
    <w:rsid w:val="003F3B5A"/>
    <w:pPr>
      <w:spacing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-Gitter2">
    <w:name w:val="Tabel - Gitter2"/>
    <w:basedOn w:val="Tabel-Normal"/>
    <w:next w:val="Tabel-Gitter"/>
    <w:uiPriority w:val="59"/>
    <w:rsid w:val="00B81F33"/>
    <w:pPr>
      <w:spacing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4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07263\AppData\Roaming\Microsoft\Skabeloner\Notat.dotm" TargetMode="External"/></Relationships>
</file>

<file path=word/theme/theme1.xml><?xml version="1.0" encoding="utf-8"?>
<a:theme xmlns:a="http://schemas.openxmlformats.org/drawingml/2006/main" name="Office Theme">
  <a:themeElements>
    <a:clrScheme name="Spillemyndigheden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CDBEB4"/>
      </a:accent3>
      <a:accent4>
        <a:srgbClr val="E3DCDB"/>
      </a:accent4>
      <a:accent5>
        <a:srgbClr val="96B4DC"/>
      </a:accent5>
      <a:accent6>
        <a:srgbClr val="BED2E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C9450240BA9F40B4933A19AB22BF28" ma:contentTypeVersion="6" ma:contentTypeDescription="Opret et nyt dokument." ma:contentTypeScope="" ma:versionID="43c2acfad9b7f4f3f0e8c12c6101ceb6">
  <xsd:schema xmlns:xsd="http://www.w3.org/2001/XMLSchema" xmlns:xs="http://www.w3.org/2001/XMLSchema" xmlns:p="http://schemas.microsoft.com/office/2006/metadata/properties" xmlns:ns2="ad8e0b01-3bd1-470f-b2b0-c2ed8c7d5e05" targetNamespace="http://schemas.microsoft.com/office/2006/metadata/properties" ma:root="true" ma:fieldsID="3497407cdaafe3ac8b37eb9f14a3d50f" ns2:_="">
    <xsd:import namespace="ad8e0b01-3bd1-470f-b2b0-c2ed8c7d5e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e0b01-3bd1-470f-b2b0-c2ed8c7d5e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5BFDDF5-7D5C-4D2B-94D8-BD8D9A33A2FF}">
  <ds:schemaRefs>
    <ds:schemaRef ds:uri="http://purl.org/dc/elements/1.1/"/>
    <ds:schemaRef ds:uri="http://schemas.openxmlformats.org/package/2006/metadata/core-properties"/>
    <ds:schemaRef ds:uri="http://purl.org/dc/dcmitype/"/>
    <ds:schemaRef ds:uri="ad8e0b01-3bd1-470f-b2b0-c2ed8c7d5e05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F392C05-64AE-4D4A-8F19-667AA4E7A6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8e0b01-3bd1-470f-b2b0-c2ed8c7d5e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66C579-1F1E-4B97-B61B-619AE1BF052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</Template>
  <TotalTime>0</TotalTime>
  <Pages>1</Pages>
  <Words>31</Words>
  <Characters>195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creator/>
  <cp:lastModifiedBy/>
  <cp:revision>2</cp:revision>
  <dcterms:created xsi:type="dcterms:W3CDTF">2015-02-03T11:53:00Z</dcterms:created>
  <dcterms:modified xsi:type="dcterms:W3CDTF">2025-01-07T11:51:00Z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ContentTypeId">
    <vt:lpwstr>0x0101001EC9450240BA9F40B4933A19AB22BF28</vt:lpwstr>
  </property>
  <property fmtid="{D5CDD505-2E9C-101B-9397-08002B2CF9AE}" pid="4" name="_dlc_DocIdItemGuid">
    <vt:lpwstr>5b81e5ef-34ef-48fb-93d4-f9bbabf1cde8</vt:lpwstr>
  </property>
  <property fmtid="{D5CDD505-2E9C-101B-9397-08002B2CF9AE}" pid="5" name="SPPCopyMoveEvent">
    <vt:lpwstr>1</vt:lpwstr>
  </property>
  <property fmtid="{D5CDD505-2E9C-101B-9397-08002B2CF9AE}" pid="6" name="Navigation">
    <vt:lpwstr/>
  </property>
  <property fmtid="{D5CDD505-2E9C-101B-9397-08002B2CF9AE}" pid="7" name="Forretningsområde">
    <vt:lpwstr/>
  </property>
  <property fmtid="{D5CDD505-2E9C-101B-9397-08002B2CF9AE}" pid="8" name="Spilområde">
    <vt:lpwstr/>
  </property>
  <property fmtid="{D5CDD505-2E9C-101B-9397-08002B2CF9AE}" pid="9" name="Emneområde">
    <vt:lpwstr/>
  </property>
  <property fmtid="{D5CDD505-2E9C-101B-9397-08002B2CF9AE}" pid="10" name="Order">
    <vt:r8>75500</vt:r8>
  </property>
  <property fmtid="{D5CDD505-2E9C-101B-9397-08002B2CF9AE}" pid="11" name="c4580793a064430d83bbd30c718157a9">
    <vt:lpwstr/>
  </property>
</Properties>
</file>